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26A2AB4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D6C0C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7C823A8B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6D6C0C">
        <w:rPr>
          <w:rFonts w:ascii="Corbel" w:hAnsi="Corbel"/>
          <w:sz w:val="24"/>
          <w:szCs w:val="24"/>
        </w:rPr>
        <w:t>0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6D6C0C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32FD7">
              <w:rPr>
                <w:rFonts w:ascii="Corbel" w:hAnsi="Corbel"/>
                <w:b w:val="0"/>
                <w:sz w:val="24"/>
                <w:szCs w:val="24"/>
              </w:rPr>
              <w:t>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653860A" w:rsidR="0085747A" w:rsidRPr="00032FD7" w:rsidRDefault="005D23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32FD7" w:rsidRPr="00032FD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50CF4931" w:rsidR="0085747A" w:rsidRPr="00032FD7" w:rsidRDefault="00032FD7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4A874C3" w:rsidR="003823BE" w:rsidRPr="00032FD7" w:rsidRDefault="00032FD7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32FD7">
        <w:rPr>
          <w:rFonts w:ascii="Corbel" w:hAnsi="Corbel"/>
          <w:sz w:val="24"/>
          <w:szCs w:val="24"/>
        </w:rPr>
        <w:t>ECTS</w:t>
      </w:r>
      <w:proofErr w:type="spellEnd"/>
      <w:r w:rsidRPr="00032FD7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Wykł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Konw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Sem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Prakt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32FD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D23A5FC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5AFFA1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logitowej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logitowej</w:t>
            </w:r>
            <w:proofErr w:type="spellEnd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32FD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32FD7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200AC35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3922E46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32FD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32FD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32FD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Gołębiowski G.,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Grycuk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Tłaczała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Wiśniewski P., Analiza finansowa przedsiębiorstwa,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Zahir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Bojańczyk M., Finanse przedsiębiorstwa, Oficyna Wydawnicza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Rabiej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Analiza finansowa przedsiębiorstw wybranych sektorów ze szczególnym uwzględnieniem zagrożenia upadłością, </w:t>
            </w:r>
            <w:proofErr w:type="spellStart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inansami przedsiębiorstwa, </w:t>
            </w:r>
            <w:proofErr w:type="spellStart"/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2B27B" w14:textId="77777777" w:rsidR="00AF4785" w:rsidRDefault="00AF4785" w:rsidP="00C16ABF">
      <w:pPr>
        <w:spacing w:after="0" w:line="240" w:lineRule="auto"/>
      </w:pPr>
      <w:r>
        <w:separator/>
      </w:r>
    </w:p>
  </w:endnote>
  <w:endnote w:type="continuationSeparator" w:id="0">
    <w:p w14:paraId="05BCCB12" w14:textId="77777777" w:rsidR="00AF4785" w:rsidRDefault="00AF47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32320" w14:textId="77777777" w:rsidR="00AF4785" w:rsidRDefault="00AF4785" w:rsidP="00C16ABF">
      <w:pPr>
        <w:spacing w:after="0" w:line="240" w:lineRule="auto"/>
      </w:pPr>
      <w:r>
        <w:separator/>
      </w:r>
    </w:p>
  </w:footnote>
  <w:footnote w:type="continuationSeparator" w:id="0">
    <w:p w14:paraId="2612712B" w14:textId="77777777" w:rsidR="00AF4785" w:rsidRDefault="00AF478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2878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39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C0C"/>
    <w:rsid w:val="006E5D65"/>
    <w:rsid w:val="006F1282"/>
    <w:rsid w:val="006F1FBC"/>
    <w:rsid w:val="006F31E2"/>
    <w:rsid w:val="00706544"/>
    <w:rsid w:val="007072BA"/>
    <w:rsid w:val="00714B56"/>
    <w:rsid w:val="0071620A"/>
    <w:rsid w:val="00722E4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85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27A8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A7999E-88BA-4C55-A354-5CE18951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1615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2020-10-25T22:14:00Z</dcterms:created>
  <dcterms:modified xsi:type="dcterms:W3CDTF">2021-11-05T11:04:00Z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